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FCEC9C" w14:textId="649F28DD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47F2228B" wp14:editId="47F9AFE9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12EAEDBB" wp14:editId="59AED09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B20448">
        <w:rPr>
          <w:rFonts w:ascii="Segoe Print" w:hAnsi="Segoe Print"/>
          <w:b/>
          <w:sz w:val="24"/>
        </w:rPr>
        <w:t>5</w:t>
      </w:r>
      <w:r w:rsidR="00D51195" w:rsidRPr="0090117B">
        <w:rPr>
          <w:rFonts w:ascii="Segoe Print" w:hAnsi="Segoe Print"/>
          <w:b/>
          <w:sz w:val="24"/>
        </w:rPr>
        <w:t>.</w:t>
      </w:r>
      <w:r w:rsidR="00FD007C">
        <w:rPr>
          <w:rFonts w:ascii="Segoe Print" w:hAnsi="Segoe Print"/>
          <w:b/>
          <w:sz w:val="24"/>
        </w:rPr>
        <w:t>3</w:t>
      </w:r>
      <w:bookmarkStart w:id="0" w:name="_GoBack"/>
      <w:bookmarkEnd w:id="0"/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B20448">
        <w:rPr>
          <w:rFonts w:ascii="Segoe Print" w:hAnsi="Segoe Print"/>
          <w:b/>
          <w:sz w:val="24"/>
        </w:rPr>
        <w:t>Calculator allowed</w:t>
      </w:r>
    </w:p>
    <w:p w14:paraId="2A0DF28B" w14:textId="3A6E11AE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E20822" w:rsidRPr="000A63AF" w14:paraId="1A3DC2DB" w14:textId="77777777" w:rsidTr="007E2C1A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741E781D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3435C96A" w14:textId="17D44670" w:rsidR="00E20822" w:rsidRPr="00FB0E81" w:rsidRDefault="001A186D" w:rsidP="007B4226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>
              <w:rPr>
                <w:rFonts w:ascii="Arial" w:hAnsi="Arial" w:cs="Arial"/>
                <w:noProof/>
                <w:szCs w:val="20"/>
              </w:rPr>
              <w:t xml:space="preserve">Find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  <w:szCs w:val="20"/>
                    </w:rPr>
                    <m:t>2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  <w:szCs w:val="20"/>
                    </w:rPr>
                    <m:t>11</m:t>
                  </m:r>
                </m:den>
              </m:f>
            </m:oMath>
            <w:r>
              <w:rPr>
                <w:rFonts w:ascii="Arial" w:eastAsiaTheme="minorEastAsia" w:hAnsi="Arial" w:cs="Arial"/>
                <w:noProof/>
                <w:szCs w:val="20"/>
              </w:rPr>
              <w:t xml:space="preserve"> of £60.50</w:t>
            </w:r>
          </w:p>
        </w:tc>
        <w:tc>
          <w:tcPr>
            <w:tcW w:w="425" w:type="dxa"/>
            <w:tcBorders>
              <w:right w:val="nil"/>
            </w:tcBorders>
          </w:tcPr>
          <w:p w14:paraId="0E7CAE18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602F863D" w14:textId="025CE8F4" w:rsidR="00E20822" w:rsidRPr="000A63AF" w:rsidRDefault="00D15D21" w:rsidP="0064471D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t>Find 86% of £45</w:t>
            </w:r>
          </w:p>
        </w:tc>
      </w:tr>
      <w:tr w:rsidR="00E20822" w:rsidRPr="00C240D5" w14:paraId="5751C35B" w14:textId="77777777" w:rsidTr="007E2C1A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4E69063A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2E20C187" w14:textId="7E5E8FAF" w:rsidR="00E20822" w:rsidRPr="00C240D5" w:rsidRDefault="000F7EDF" w:rsidP="00B20448">
            <w:pPr>
              <w:spacing w:before="120" w:after="0"/>
              <w:rPr>
                <w:rFonts w:ascii="Avenir Book" w:hAnsi="Avenir Book"/>
              </w:rPr>
            </w:pPr>
            <w:r>
              <w:t>If 7 pens cost £2.45, how much do 4 pens cost?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39AD2572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0FD42E72" w14:textId="77777777" w:rsidR="00527DA2" w:rsidRDefault="00527DA2" w:rsidP="00527DA2">
            <w:pPr>
              <w:spacing w:before="120"/>
            </w:pPr>
            <w:r>
              <w:t>Work out the mean:</w:t>
            </w:r>
          </w:p>
          <w:p w14:paraId="1C99E779" w14:textId="12AF8CF0" w:rsidR="00E20822" w:rsidRPr="00C240D5" w:rsidRDefault="00FD007C" w:rsidP="00527DA2">
            <w:pPr>
              <w:spacing w:before="120" w:after="0"/>
              <w:rPr>
                <w:rFonts w:ascii="Avenir Book" w:hAnsi="Avenir Book"/>
              </w:rPr>
            </w:pPr>
            <w:r>
              <w:t>14    8    -5     7</w:t>
            </w:r>
          </w:p>
        </w:tc>
      </w:tr>
      <w:tr w:rsidR="00E20822" w:rsidRPr="00C240D5" w14:paraId="7E5FE1B5" w14:textId="77777777" w:rsidTr="00FD007C">
        <w:trPr>
          <w:trHeight w:val="1682"/>
        </w:trPr>
        <w:tc>
          <w:tcPr>
            <w:tcW w:w="421" w:type="dxa"/>
            <w:tcBorders>
              <w:right w:val="nil"/>
            </w:tcBorders>
          </w:tcPr>
          <w:p w14:paraId="76C04EF3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2AC5FE80" w14:textId="535BA402" w:rsidR="00B20448" w:rsidRDefault="00AB1685" w:rsidP="007E2C1A">
            <w:pPr>
              <w:spacing w:before="120" w:after="0"/>
              <w:rPr>
                <w:rFonts w:ascii="Avenir Book" w:hAnsi="Avenir Book"/>
              </w:rPr>
            </w:pPr>
            <w:r w:rsidRPr="00AB1685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3549D7F" wp14:editId="79C4B51C">
                      <wp:simplePos x="0" y="0"/>
                      <wp:positionH relativeFrom="column">
                        <wp:posOffset>2766060</wp:posOffset>
                      </wp:positionH>
                      <wp:positionV relativeFrom="paragraph">
                        <wp:posOffset>189038</wp:posOffset>
                      </wp:positionV>
                      <wp:extent cx="694690" cy="400685"/>
                      <wp:effectExtent l="0" t="0" r="0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4690" cy="4006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6FC6412" w14:textId="77777777" w:rsidR="00AB1685" w:rsidRPr="00EC4CCA" w:rsidRDefault="00AB1685" w:rsidP="00AB1685">
                                  <w:pPr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3549D7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17.8pt;margin-top:14.9pt;width:54.7pt;height:31.5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" filled="f" stroked="f" strokeweight=".5pt">
                      <v:textbox>
                        <w:txbxContent>
                          <w:p w14:paraId="06FC6412" w14:textId="77777777" w:rsidR="00AB1685" w:rsidRPr="00EC4CCA" w:rsidRDefault="00AB1685" w:rsidP="00AB1685">
                            <w:pPr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B1685">
              <w:rPr>
                <w:rFonts w:ascii="Avenir Book" w:hAnsi="Avenir Book"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 wp14:anchorId="20E3B157" wp14:editId="3CA7E5A5">
                      <wp:simplePos x="0" y="0"/>
                      <wp:positionH relativeFrom="column">
                        <wp:posOffset>3049270</wp:posOffset>
                      </wp:positionH>
                      <wp:positionV relativeFrom="paragraph">
                        <wp:posOffset>366395</wp:posOffset>
                      </wp:positionV>
                      <wp:extent cx="824865" cy="711200"/>
                      <wp:effectExtent l="152400" t="209550" r="146685" b="0"/>
                      <wp:wrapNone/>
                      <wp:docPr id="34" name="Group 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3260734" flipH="1">
                                <a:off x="0" y="0"/>
                                <a:ext cx="824865" cy="711200"/>
                                <a:chOff x="0" y="0"/>
                                <a:chExt cx="1075055" cy="770255"/>
                              </a:xfrm>
                            </wpg:grpSpPr>
                            <wps:wsp>
                              <wps:cNvPr id="35" name="Right Triangle 35"/>
                              <wps:cNvSpPr/>
                              <wps:spPr>
                                <a:xfrm>
                                  <a:off x="0" y="0"/>
                                  <a:ext cx="1075055" cy="770255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Rectangle 36"/>
                              <wps:cNvSpPr/>
                              <wps:spPr>
                                <a:xfrm>
                                  <a:off x="0" y="600710"/>
                                  <a:ext cx="168910" cy="1606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3D5FDBC" id="Group 34" o:spid="_x0000_s1026" style="position:absolute;margin-left:240.1pt;margin-top:28.85pt;width:64.95pt;height:56pt;rotation:9108702fd;flip:x;z-index:251694080;mso-width-relative:margin;mso-height-relative:margin" coordsize="10750,77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">
                      <v:shapetype id="_x0000_t6" coordsize="21600,21600" o:spt="6" path="m,l,21600r21600,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Right Triangle 35" o:spid="_x0000_s1027" type="#_x0000_t6" style="position:absolute;width:10750;height:77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"/>
                      <v:rect id="Rectangle 36" o:spid="_x0000_s1028" style="position:absolute;top:6007;width:1689;height:160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" fillcolor="black [3213]"/>
                    </v:group>
                  </w:pict>
                </mc:Fallback>
              </mc:AlternateContent>
            </w:r>
            <w:r w:rsidR="006F2416">
              <w:rPr>
                <w:rFonts w:ascii="Avenir Book" w:hAnsi="Avenir Book"/>
              </w:rPr>
              <w:t xml:space="preserve">Which trig ratio do you need to calculate </w:t>
            </w:r>
            <m:oMath>
              <m:r>
                <w:rPr>
                  <w:rFonts w:ascii="Cambria Math" w:hAnsi="Cambria Math"/>
                </w:rPr>
                <m:t>x</m:t>
              </m:r>
            </m:oMath>
            <w:r w:rsidR="006F2416">
              <w:rPr>
                <w:rFonts w:ascii="Avenir Book" w:hAnsi="Avenir Book"/>
              </w:rPr>
              <w:t>?</w:t>
            </w:r>
          </w:p>
          <w:p w14:paraId="3939EDAD" w14:textId="20D8A4DD" w:rsidR="00AB1685" w:rsidRPr="00C240D5" w:rsidRDefault="00FD007C" w:rsidP="007E2C1A">
            <w:pPr>
              <w:spacing w:before="120" w:after="0"/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87936" behindDoc="0" locked="0" layoutInCell="1" allowOverlap="1" wp14:anchorId="7FC6D479" wp14:editId="7EF0FDF7">
                  <wp:simplePos x="0" y="0"/>
                  <wp:positionH relativeFrom="column">
                    <wp:posOffset>5670550</wp:posOffset>
                  </wp:positionH>
                  <wp:positionV relativeFrom="paragraph">
                    <wp:posOffset>535940</wp:posOffset>
                  </wp:positionV>
                  <wp:extent cx="572188" cy="401760"/>
                  <wp:effectExtent l="0" t="0" r="0" b="508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B1685" w:rsidRPr="00AB1685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8E7319B" wp14:editId="019A0D98">
                      <wp:simplePos x="0" y="0"/>
                      <wp:positionH relativeFrom="column">
                        <wp:posOffset>2950943</wp:posOffset>
                      </wp:positionH>
                      <wp:positionV relativeFrom="paragraph">
                        <wp:posOffset>228209</wp:posOffset>
                      </wp:positionV>
                      <wp:extent cx="694690" cy="400685"/>
                      <wp:effectExtent l="0" t="0" r="0" b="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4690" cy="4006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C2D3945" w14:textId="77777777" w:rsidR="00AB1685" w:rsidRPr="000975C6" w:rsidRDefault="00AB1685" w:rsidP="00AB1685">
                                  <w:pPr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oMath>
                                  <w:r>
                                    <w:rPr>
                                      <w:rFonts w:eastAsiaTheme="minorEastAsia"/>
                                    </w:rPr>
                                    <w:t>0</w:t>
                                  </w:r>
                                  <w:r>
                                    <w:rPr>
                                      <w:rFonts w:eastAsiaTheme="minorEastAsia"/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E7319B" id="Text Box 11" o:spid="_x0000_s1027" type="#_x0000_t202" style="position:absolute;margin-left:232.35pt;margin-top:17.95pt;width:54.7pt;height:31.5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" filled="f" stroked="f" strokeweight=".5pt">
                      <v:textbox>
                        <w:txbxContent>
                          <w:p w14:paraId="7C2D3945" w14:textId="77777777" w:rsidR="00AB1685" w:rsidRPr="000975C6" w:rsidRDefault="00AB1685" w:rsidP="00AB1685">
                            <w:pPr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4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>0</w:t>
                            </w:r>
                            <w:r>
                              <w:rPr>
                                <w:rFonts w:eastAsiaTheme="minorEastAsia"/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B1685" w:rsidRPr="00AB1685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D3FE755" wp14:editId="53DCC921">
                      <wp:simplePos x="0" y="0"/>
                      <wp:positionH relativeFrom="column">
                        <wp:posOffset>3216275</wp:posOffset>
                      </wp:positionH>
                      <wp:positionV relativeFrom="paragraph">
                        <wp:posOffset>374552</wp:posOffset>
                      </wp:positionV>
                      <wp:extent cx="694690" cy="400685"/>
                      <wp:effectExtent l="0" t="0" r="0" b="0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4690" cy="4006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346427C" w14:textId="77777777" w:rsidR="00AB1685" w:rsidRPr="00EC4CCA" w:rsidRDefault="00AB1685" w:rsidP="00AB1685">
                                  <w:pPr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  <m:oMath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5</m:t>
                                    </m:r>
                                  </m:oMath>
                                  <w:r>
                                    <w:rPr>
                                      <w:rFonts w:eastAsiaTheme="minorEastAsia"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3FE755" id="Text Box 10" o:spid="_x0000_s1028" type="#_x0000_t202" style="position:absolute;margin-left:253.25pt;margin-top:29.5pt;width:54.7pt;height:31.5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" filled="f" stroked="f" strokeweight=".5pt">
                      <v:textbox>
                        <w:txbxContent>
                          <w:p w14:paraId="5346427C" w14:textId="77777777" w:rsidR="00AB1685" w:rsidRPr="00EC4CCA" w:rsidRDefault="00AB1685" w:rsidP="00AB1685">
                            <w:pPr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5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3F62D11E" w14:textId="17CE9097" w:rsidR="000A63AF" w:rsidRDefault="000A63AF" w:rsidP="00525119">
      <w:pPr>
        <w:spacing w:after="0"/>
        <w:rPr>
          <w:rFonts w:ascii="Avenir Book" w:hAnsi="Avenir Book"/>
          <w:sz w:val="24"/>
          <w:szCs w:val="24"/>
        </w:rPr>
      </w:pPr>
    </w:p>
    <w:p w14:paraId="4CFD492F" w14:textId="239BD95C" w:rsidR="007E2C1A" w:rsidRDefault="007E2C1A" w:rsidP="00525119">
      <w:pPr>
        <w:spacing w:after="0"/>
        <w:rPr>
          <w:rFonts w:ascii="Avenir Book" w:hAnsi="Avenir Book"/>
          <w:sz w:val="24"/>
          <w:szCs w:val="24"/>
        </w:rPr>
      </w:pPr>
    </w:p>
    <w:p w14:paraId="4493EC81" w14:textId="6B3451EC" w:rsidR="00FD007C" w:rsidRDefault="00FD007C" w:rsidP="00FD007C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00224" behindDoc="0" locked="0" layoutInCell="1" allowOverlap="1" wp14:anchorId="6F25D168" wp14:editId="18DF6E9B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44" name="Picture 44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99200" behindDoc="0" locked="0" layoutInCell="1" allowOverlap="1" wp14:anchorId="4EA2F278" wp14:editId="5C3CCE58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45" name="Picture 45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5</w:t>
      </w:r>
      <w:r w:rsidRPr="0090117B">
        <w:rPr>
          <w:rFonts w:ascii="Segoe Print" w:hAnsi="Segoe Print"/>
          <w:b/>
          <w:sz w:val="24"/>
        </w:rPr>
        <w:t>.</w:t>
      </w:r>
      <w:r>
        <w:rPr>
          <w:rFonts w:ascii="Segoe Print" w:hAnsi="Segoe Print"/>
          <w:b/>
          <w:sz w:val="24"/>
        </w:rPr>
        <w:t>3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  <w:t>Calculator allowed</w:t>
      </w:r>
    </w:p>
    <w:p w14:paraId="79E4ED9F" w14:textId="77777777" w:rsidR="00FD007C" w:rsidRDefault="00FD007C" w:rsidP="00FD007C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FD007C" w:rsidRPr="000A63AF" w14:paraId="17DDEF47" w14:textId="77777777" w:rsidTr="00E01254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5E7CE804" w14:textId="77777777" w:rsidR="00FD007C" w:rsidRPr="00C240D5" w:rsidRDefault="00FD007C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78DDDA02" w14:textId="77777777" w:rsidR="00FD007C" w:rsidRPr="00FB0E81" w:rsidRDefault="00FD007C" w:rsidP="00E01254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>
              <w:rPr>
                <w:rFonts w:ascii="Arial" w:hAnsi="Arial" w:cs="Arial"/>
                <w:noProof/>
                <w:szCs w:val="20"/>
              </w:rPr>
              <w:t xml:space="preserve">Find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  <w:szCs w:val="20"/>
                    </w:rPr>
                    <m:t>2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  <w:szCs w:val="20"/>
                    </w:rPr>
                    <m:t>11</m:t>
                  </m:r>
                </m:den>
              </m:f>
            </m:oMath>
            <w:r>
              <w:rPr>
                <w:rFonts w:ascii="Arial" w:eastAsiaTheme="minorEastAsia" w:hAnsi="Arial" w:cs="Arial"/>
                <w:noProof/>
                <w:szCs w:val="20"/>
              </w:rPr>
              <w:t xml:space="preserve"> of £60.50</w:t>
            </w:r>
          </w:p>
        </w:tc>
        <w:tc>
          <w:tcPr>
            <w:tcW w:w="425" w:type="dxa"/>
            <w:tcBorders>
              <w:right w:val="nil"/>
            </w:tcBorders>
          </w:tcPr>
          <w:p w14:paraId="720188E4" w14:textId="77777777" w:rsidR="00FD007C" w:rsidRPr="00C240D5" w:rsidRDefault="00FD007C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3FED90EF" w14:textId="77777777" w:rsidR="00FD007C" w:rsidRPr="000A63AF" w:rsidRDefault="00FD007C" w:rsidP="00E01254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t>Find 86% of £45</w:t>
            </w:r>
          </w:p>
        </w:tc>
      </w:tr>
      <w:tr w:rsidR="00FD007C" w:rsidRPr="00C240D5" w14:paraId="7A2A8B5E" w14:textId="77777777" w:rsidTr="00E01254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38313117" w14:textId="77777777" w:rsidR="00FD007C" w:rsidRPr="00C240D5" w:rsidRDefault="00FD007C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5234FEF8" w14:textId="77777777" w:rsidR="00FD007C" w:rsidRPr="00C240D5" w:rsidRDefault="00FD007C" w:rsidP="00E01254">
            <w:pPr>
              <w:spacing w:before="120" w:after="0"/>
              <w:rPr>
                <w:rFonts w:ascii="Avenir Book" w:hAnsi="Avenir Book"/>
              </w:rPr>
            </w:pPr>
            <w:r>
              <w:t>If 7 pens cost £2.45, how much do 4 pens cost?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56265219" w14:textId="77777777" w:rsidR="00FD007C" w:rsidRPr="00C240D5" w:rsidRDefault="00FD007C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17287967" w14:textId="77777777" w:rsidR="00FD007C" w:rsidRDefault="00FD007C" w:rsidP="00E01254">
            <w:pPr>
              <w:spacing w:before="120"/>
            </w:pPr>
            <w:r>
              <w:t>Work out the mean:</w:t>
            </w:r>
          </w:p>
          <w:p w14:paraId="06C6229D" w14:textId="77777777" w:rsidR="00FD007C" w:rsidRPr="00C240D5" w:rsidRDefault="00FD007C" w:rsidP="00E01254">
            <w:pPr>
              <w:spacing w:before="120" w:after="0"/>
              <w:rPr>
                <w:rFonts w:ascii="Avenir Book" w:hAnsi="Avenir Book"/>
              </w:rPr>
            </w:pPr>
            <w:r>
              <w:t>14    8    -5     7</w:t>
            </w:r>
          </w:p>
        </w:tc>
      </w:tr>
      <w:tr w:rsidR="00FD007C" w:rsidRPr="00C240D5" w14:paraId="70119FA1" w14:textId="77777777" w:rsidTr="00FD007C">
        <w:trPr>
          <w:trHeight w:val="1822"/>
        </w:trPr>
        <w:tc>
          <w:tcPr>
            <w:tcW w:w="421" w:type="dxa"/>
            <w:tcBorders>
              <w:right w:val="nil"/>
            </w:tcBorders>
          </w:tcPr>
          <w:p w14:paraId="4D31870A" w14:textId="77777777" w:rsidR="00FD007C" w:rsidRPr="00C240D5" w:rsidRDefault="00FD007C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00166813" w14:textId="77777777" w:rsidR="00FD007C" w:rsidRDefault="00FD007C" w:rsidP="00E01254">
            <w:pPr>
              <w:spacing w:before="120" w:after="0"/>
              <w:rPr>
                <w:rFonts w:ascii="Avenir Book" w:hAnsi="Avenir Book"/>
              </w:rPr>
            </w:pPr>
            <w:r w:rsidRPr="00AB1685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23C4DD43" wp14:editId="52691E44">
                      <wp:simplePos x="0" y="0"/>
                      <wp:positionH relativeFrom="column">
                        <wp:posOffset>2766060</wp:posOffset>
                      </wp:positionH>
                      <wp:positionV relativeFrom="paragraph">
                        <wp:posOffset>189038</wp:posOffset>
                      </wp:positionV>
                      <wp:extent cx="694690" cy="400685"/>
                      <wp:effectExtent l="0" t="0" r="0" b="0"/>
                      <wp:wrapNone/>
                      <wp:docPr id="38" name="Text Box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4690" cy="4006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7AADBC" w14:textId="77777777" w:rsidR="00FD007C" w:rsidRPr="00EC4CCA" w:rsidRDefault="00FD007C" w:rsidP="00FD007C">
                                  <w:pPr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C4DD43" id="Text Box 38" o:spid="_x0000_s1029" type="#_x0000_t202" style="position:absolute;margin-left:217.8pt;margin-top:14.9pt;width:54.7pt;height:31.5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" filled="f" stroked="f" strokeweight=".5pt">
                      <v:textbox>
                        <w:txbxContent>
                          <w:p w14:paraId="207AADBC" w14:textId="77777777" w:rsidR="00FD007C" w:rsidRPr="00EC4CCA" w:rsidRDefault="00FD007C" w:rsidP="00FD007C">
                            <w:pPr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B1685">
              <w:rPr>
                <w:rFonts w:ascii="Avenir Book" w:hAnsi="Avenir Book"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25BB091F" wp14:editId="1359ABC1">
                      <wp:simplePos x="0" y="0"/>
                      <wp:positionH relativeFrom="column">
                        <wp:posOffset>3049270</wp:posOffset>
                      </wp:positionH>
                      <wp:positionV relativeFrom="paragraph">
                        <wp:posOffset>366395</wp:posOffset>
                      </wp:positionV>
                      <wp:extent cx="824865" cy="711200"/>
                      <wp:effectExtent l="152400" t="209550" r="146685" b="0"/>
                      <wp:wrapNone/>
                      <wp:docPr id="39" name="Group 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3260734" flipH="1">
                                <a:off x="0" y="0"/>
                                <a:ext cx="824865" cy="711200"/>
                                <a:chOff x="0" y="0"/>
                                <a:chExt cx="1075055" cy="770255"/>
                              </a:xfrm>
                            </wpg:grpSpPr>
                            <wps:wsp>
                              <wps:cNvPr id="40" name="Right Triangle 40"/>
                              <wps:cNvSpPr/>
                              <wps:spPr>
                                <a:xfrm>
                                  <a:off x="0" y="0"/>
                                  <a:ext cx="1075055" cy="770255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" name="Rectangle 41"/>
                              <wps:cNvSpPr/>
                              <wps:spPr>
                                <a:xfrm>
                                  <a:off x="0" y="600710"/>
                                  <a:ext cx="168910" cy="1606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3CF18D5" id="Group 39" o:spid="_x0000_s1026" style="position:absolute;margin-left:240.1pt;margin-top:28.85pt;width:64.95pt;height:56pt;rotation:9108702fd;flip:x;z-index:251702272;mso-width-relative:margin;mso-height-relative:margin" coordsize="10750,77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">
                      <v:shape id="Right Triangle 40" o:spid="_x0000_s1027" type="#_x0000_t6" style="position:absolute;width:10750;height:77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"/>
                      <v:rect id="Rectangle 41" o:spid="_x0000_s1028" style="position:absolute;top:6007;width:1689;height:160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" fillcolor="black [3213]"/>
                    </v:group>
                  </w:pict>
                </mc:Fallback>
              </mc:AlternateContent>
            </w:r>
            <w:r>
              <w:rPr>
                <w:rFonts w:ascii="Avenir Book" w:hAnsi="Avenir Book"/>
              </w:rPr>
              <w:t xml:space="preserve">Which trig ratio do you need to calculate </w:t>
            </w:r>
            <m:oMath>
              <m:r>
                <w:rPr>
                  <w:rFonts w:ascii="Cambria Math" w:hAnsi="Cambria Math"/>
                </w:rPr>
                <m:t>x</m:t>
              </m:r>
            </m:oMath>
            <w:r>
              <w:rPr>
                <w:rFonts w:ascii="Avenir Book" w:hAnsi="Avenir Book"/>
              </w:rPr>
              <w:t>?</w:t>
            </w:r>
          </w:p>
          <w:p w14:paraId="76A3416B" w14:textId="77777777" w:rsidR="00FD007C" w:rsidRPr="00C240D5" w:rsidRDefault="00FD007C" w:rsidP="00E01254">
            <w:pPr>
              <w:spacing w:before="120" w:after="0"/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01248" behindDoc="0" locked="0" layoutInCell="1" allowOverlap="1" wp14:anchorId="721EB525" wp14:editId="4CBD9D1F">
                  <wp:simplePos x="0" y="0"/>
                  <wp:positionH relativeFrom="column">
                    <wp:posOffset>5670550</wp:posOffset>
                  </wp:positionH>
                  <wp:positionV relativeFrom="paragraph">
                    <wp:posOffset>628894</wp:posOffset>
                  </wp:positionV>
                  <wp:extent cx="572188" cy="401760"/>
                  <wp:effectExtent l="0" t="0" r="0" b="5080"/>
                  <wp:wrapNone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B1685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1AE8E37" wp14:editId="20927301">
                      <wp:simplePos x="0" y="0"/>
                      <wp:positionH relativeFrom="column">
                        <wp:posOffset>2950943</wp:posOffset>
                      </wp:positionH>
                      <wp:positionV relativeFrom="paragraph">
                        <wp:posOffset>228209</wp:posOffset>
                      </wp:positionV>
                      <wp:extent cx="694690" cy="400685"/>
                      <wp:effectExtent l="0" t="0" r="0" b="0"/>
                      <wp:wrapNone/>
                      <wp:docPr id="42" name="Text Box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4690" cy="4006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D67D2B3" w14:textId="77777777" w:rsidR="00FD007C" w:rsidRPr="000975C6" w:rsidRDefault="00FD007C" w:rsidP="00FD007C">
                                  <w:pPr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oMath>
                                  <w:r>
                                    <w:rPr>
                                      <w:rFonts w:eastAsiaTheme="minorEastAsia"/>
                                    </w:rPr>
                                    <w:t>0</w:t>
                                  </w:r>
                                  <w:r>
                                    <w:rPr>
                                      <w:rFonts w:eastAsiaTheme="minorEastAsia"/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AE8E37" id="Text Box 42" o:spid="_x0000_s1030" type="#_x0000_t202" style="position:absolute;margin-left:232.35pt;margin-top:17.95pt;width:54.7pt;height:31.5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" filled="f" stroked="f" strokeweight=".5pt">
                      <v:textbox>
                        <w:txbxContent>
                          <w:p w14:paraId="1D67D2B3" w14:textId="77777777" w:rsidR="00FD007C" w:rsidRPr="000975C6" w:rsidRDefault="00FD007C" w:rsidP="00FD007C">
                            <w:pPr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4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>0</w:t>
                            </w:r>
                            <w:r>
                              <w:rPr>
                                <w:rFonts w:eastAsiaTheme="minorEastAsia"/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B1685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2D52A87C" wp14:editId="57167397">
                      <wp:simplePos x="0" y="0"/>
                      <wp:positionH relativeFrom="column">
                        <wp:posOffset>3216275</wp:posOffset>
                      </wp:positionH>
                      <wp:positionV relativeFrom="paragraph">
                        <wp:posOffset>374552</wp:posOffset>
                      </wp:positionV>
                      <wp:extent cx="694690" cy="400685"/>
                      <wp:effectExtent l="0" t="0" r="0" b="0"/>
                      <wp:wrapNone/>
                      <wp:docPr id="43" name="Text Box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4690" cy="4006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30AE8DB" w14:textId="77777777" w:rsidR="00FD007C" w:rsidRPr="00EC4CCA" w:rsidRDefault="00FD007C" w:rsidP="00FD007C">
                                  <w:pPr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  <m:oMath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5</m:t>
                                    </m:r>
                                  </m:oMath>
                                  <w:r>
                                    <w:rPr>
                                      <w:rFonts w:eastAsiaTheme="minorEastAsia"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52A87C" id="Text Box 43" o:spid="_x0000_s1031" type="#_x0000_t202" style="position:absolute;margin-left:253.25pt;margin-top:29.5pt;width:54.7pt;height:31.5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" filled="f" stroked="f" strokeweight=".5pt">
                      <v:textbox>
                        <w:txbxContent>
                          <w:p w14:paraId="330AE8DB" w14:textId="77777777" w:rsidR="00FD007C" w:rsidRPr="00EC4CCA" w:rsidRDefault="00FD007C" w:rsidP="00FD007C">
                            <w:pPr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5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46F534A9" w14:textId="77777777" w:rsidR="00B20448" w:rsidRDefault="00B20448" w:rsidP="00E73136">
      <w:pPr>
        <w:spacing w:after="120"/>
        <w:ind w:firstLine="720"/>
        <w:rPr>
          <w:rFonts w:ascii="Avenir Book" w:hAnsi="Avenir Book"/>
          <w:sz w:val="24"/>
          <w:szCs w:val="24"/>
        </w:rPr>
      </w:pPr>
    </w:p>
    <w:sectPr w:rsidR="00B20448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448"/>
    <w:rsid w:val="000A43CA"/>
    <w:rsid w:val="000A63AF"/>
    <w:rsid w:val="000F7EDF"/>
    <w:rsid w:val="001826A9"/>
    <w:rsid w:val="001A186D"/>
    <w:rsid w:val="001E2B23"/>
    <w:rsid w:val="00213C21"/>
    <w:rsid w:val="002D5D86"/>
    <w:rsid w:val="00333535"/>
    <w:rsid w:val="003F51D8"/>
    <w:rsid w:val="00425C87"/>
    <w:rsid w:val="00505FC9"/>
    <w:rsid w:val="00525119"/>
    <w:rsid w:val="00527DA2"/>
    <w:rsid w:val="0064471D"/>
    <w:rsid w:val="006F2416"/>
    <w:rsid w:val="00705472"/>
    <w:rsid w:val="007B4226"/>
    <w:rsid w:val="007E2C1A"/>
    <w:rsid w:val="0090117B"/>
    <w:rsid w:val="0099142F"/>
    <w:rsid w:val="009E2722"/>
    <w:rsid w:val="00AB1685"/>
    <w:rsid w:val="00AD3C1A"/>
    <w:rsid w:val="00B20448"/>
    <w:rsid w:val="00BE7AC9"/>
    <w:rsid w:val="00C240D5"/>
    <w:rsid w:val="00C41860"/>
    <w:rsid w:val="00D15D21"/>
    <w:rsid w:val="00D51195"/>
    <w:rsid w:val="00DB511B"/>
    <w:rsid w:val="00E20822"/>
    <w:rsid w:val="00E73136"/>
    <w:rsid w:val="00E7749A"/>
    <w:rsid w:val="00EC3671"/>
    <w:rsid w:val="00EC4CCA"/>
    <w:rsid w:val="00FB0E81"/>
    <w:rsid w:val="00FD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CCF36"/>
  <w15:docId w15:val="{9B7AB7ED-DA40-524E-87C0-7077A11A4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1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8</cp:revision>
  <dcterms:created xsi:type="dcterms:W3CDTF">2019-02-22T18:51:00Z</dcterms:created>
  <dcterms:modified xsi:type="dcterms:W3CDTF">2019-02-22T18:54:00Z</dcterms:modified>
</cp:coreProperties>
</file>